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366F05A4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0E5C62">
        <w:rPr>
          <w:rFonts w:ascii="Corbel" w:hAnsi="Corbel"/>
          <w:i/>
          <w:smallCaps/>
          <w:sz w:val="24"/>
          <w:szCs w:val="24"/>
        </w:rPr>
        <w:t>2021–2023</w:t>
      </w:r>
    </w:p>
    <w:p xmlns:wp14="http://schemas.microsoft.com/office/word/2010/wordml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E5C62">
        <w:rPr>
          <w:rFonts w:ascii="Corbel" w:hAnsi="Corbel"/>
          <w:i/>
          <w:sz w:val="24"/>
          <w:szCs w:val="24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445970" w14:paraId="726E3F30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E5C62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0E5C62">
        <w:rPr>
          <w:rFonts w:ascii="Corbel" w:hAnsi="Corbel"/>
          <w:sz w:val="20"/>
          <w:szCs w:val="20"/>
        </w:rPr>
        <w:t>2021/2022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2694"/>
        <w:gridCol w:w="7087"/>
      </w:tblGrid>
      <w:tr xmlns:wp14="http://schemas.microsoft.com/office/word/2010/wordml" w:rsidRPr="009C54AE" w:rsidR="0085747A" w:rsidTr="0F7E8CF3" w14:paraId="70131E87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0E5C62" w:rsidR="0085747A" w:rsidP="009C54AE" w:rsidRDefault="00685E26" w14:paraId="2EB8879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E5C62">
              <w:rPr>
                <w:rFonts w:ascii="Corbel" w:hAnsi="Corbel"/>
                <w:sz w:val="24"/>
                <w:szCs w:val="24"/>
              </w:rPr>
              <w:t>Wybrane kierunki ekonomii społecznej</w:t>
            </w:r>
          </w:p>
        </w:tc>
      </w:tr>
      <w:tr xmlns:wp14="http://schemas.microsoft.com/office/word/2010/wordml" w:rsidRPr="009C54AE" w:rsidR="0085747A" w:rsidTr="0F7E8CF3" w14:paraId="51742877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85E26" w14:paraId="7BD506A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5E26">
              <w:rPr>
                <w:rFonts w:ascii="Corbel" w:hAnsi="Corbel"/>
                <w:b w:val="0"/>
                <w:sz w:val="24"/>
                <w:szCs w:val="24"/>
              </w:rPr>
              <w:t>P2S[2]O_09</w:t>
            </w:r>
          </w:p>
        </w:tc>
      </w:tr>
      <w:tr xmlns:wp14="http://schemas.microsoft.com/office/word/2010/wordml" w:rsidRPr="009C54AE" w:rsidR="0085747A" w:rsidTr="0F7E8CF3" w14:paraId="5C0172EC" wp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90C0D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0C0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0F7E8CF3" w14:paraId="0AEA36E1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90C0D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0C0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0F7E8CF3" w14:paraId="422C9A63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D0822" w14:paraId="38B7CA5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0C0D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xmlns:wp14="http://schemas.microsoft.com/office/word/2010/wordml" w:rsidRPr="009C54AE" w:rsidR="0085747A" w:rsidTr="0F7E8CF3" w14:paraId="393D1AE1" wp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90C0D" w14:paraId="4FD62BC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xmlns:wp14="http://schemas.microsoft.com/office/word/2010/wordml" w:rsidRPr="009C54AE" w:rsidR="0085747A" w:rsidTr="0F7E8CF3" w14:paraId="513188F7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90C0D" w14:paraId="14278DA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9C54AE" w:rsidR="0085747A" w:rsidTr="0F7E8CF3" w14:paraId="7081EB6B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90C0D" w14:paraId="6602712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xmlns:wp14="http://schemas.microsoft.com/office/word/2010/wordml" w:rsidRPr="009C54AE" w:rsidR="0085747A" w:rsidTr="0F7E8CF3" w14:paraId="6C23812B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D0822" w14:paraId="433B971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90C0D" w:rsidR="00B90C0D">
              <w:rPr>
                <w:rFonts w:ascii="Corbel" w:hAnsi="Corbel"/>
                <w:b w:val="0"/>
                <w:sz w:val="24"/>
                <w:szCs w:val="24"/>
              </w:rPr>
              <w:t>ok 1, semestr II</w:t>
            </w:r>
          </w:p>
        </w:tc>
      </w:tr>
      <w:tr xmlns:wp14="http://schemas.microsoft.com/office/word/2010/wordml" w:rsidRPr="009C54AE" w:rsidR="0085747A" w:rsidTr="0F7E8CF3" w14:paraId="4D6BEF29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90C0D" w14:paraId="4B6A167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xmlns:wp14="http://schemas.microsoft.com/office/word/2010/wordml" w:rsidRPr="009C54AE" w:rsidR="00923D7D" w:rsidTr="0F7E8CF3" w14:paraId="73F51518" wp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B90C0D" w14:paraId="4176AF8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E4791D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 polski</w:t>
            </w:r>
          </w:p>
        </w:tc>
      </w:tr>
      <w:tr xmlns:wp14="http://schemas.microsoft.com/office/word/2010/wordml" w:rsidRPr="009C54AE" w:rsidR="0085747A" w:rsidTr="0F7E8CF3" w14:paraId="41A51468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F7E8CF3" w:rsidRDefault="00E4791D" w14:paraId="11DDA6FC" wp14:textId="451208E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F7E8CF3" w:rsidR="00B90C0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Barbara Marek-Zborowska </w:t>
            </w:r>
          </w:p>
        </w:tc>
      </w:tr>
      <w:tr xmlns:wp14="http://schemas.microsoft.com/office/word/2010/wordml" w:rsidRPr="009C54AE" w:rsidR="0085747A" w:rsidTr="0F7E8CF3" w14:paraId="1F2889AD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F7E8CF3" w:rsidRDefault="00E4791D" w14:paraId="38E8AC7F" wp14:textId="3880F5F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F7E8CF3" w:rsidR="00B90C0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Barbara Marek-Zborowska 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000E5C62" w14:paraId="4A00F406" wp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015B8F" w:rsidP="000E5C62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0E5C62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0E5C62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0E5C62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0E5C62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0E5C62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E5C62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0E5C62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0E5C62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0E5C62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0E5C62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000E5C62" w14:paraId="79823E8B" wp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E5C62" w:rsidRDefault="00E44948" w14:paraId="7F83DA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E5C62" w:rsidRDefault="00015B8F" w14:paraId="5DAB6C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E5C62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E5C62" w:rsidRDefault="00E44948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E5C62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E5C62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E5C62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E5C62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E5C62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E5C62" w:rsidRDefault="00BA2C56" w14:paraId="5FCD5EC4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923D7D" w:rsidP="009C54AE" w:rsidRDefault="00923D7D" w14:paraId="0E27B00A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="000E5C62" w:rsidP="00F83B28" w:rsidRDefault="000E5C62" w14:paraId="29D6B04F" wp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</w:p>
    <w:p xmlns:wp14="http://schemas.microsoft.com/office/word/2010/wordml" w:rsidRPr="009C54AE" w:rsidR="0085747A" w:rsidP="00F83B28" w:rsidRDefault="000E5C62" w14:paraId="7B021301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Pr="00FD0822" w:rsidR="00E44948">
        <w:rPr>
          <w:rFonts w:hint="eastAsia" w:ascii="MS Gothic" w:hAnsi="MS Gothic" w:eastAsia="MS Gothic" w:cs="MS Gothic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60061E4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9C54AE" w:rsidP="009C54AE" w:rsidRDefault="009C54AE" w14:paraId="44EAFD9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ED1875" w14:paraId="6F98CAD2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xmlns:wp14="http://schemas.microsoft.com/office/word/2010/wordml" w:rsidR="000E5C62" w:rsidP="009C54AE" w:rsidRDefault="000E5C62" w14:paraId="4B94D5A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9C54AE" w:rsidR="000E5C62" w:rsidP="009C54AE" w:rsidRDefault="000E5C62" w14:paraId="3DEEC669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745302" w14:paraId="3CB7E7F9" wp14:textId="77777777">
        <w:tc>
          <w:tcPr>
            <w:tcW w:w="9670" w:type="dxa"/>
          </w:tcPr>
          <w:p w:rsidRPr="009C54AE" w:rsidR="0085747A" w:rsidP="00B60707" w:rsidRDefault="006D12B5" w14:paraId="3F4B0C96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ogólnych zagadnień z zakresu</w:t>
            </w:r>
            <w:r w:rsidR="00E47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organizacji pomocy społecznej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pracy socjalnej na poziomie studiów I stopnia.</w:t>
            </w:r>
          </w:p>
        </w:tc>
      </w:tr>
    </w:tbl>
    <w:p xmlns:wp14="http://schemas.microsoft.com/office/word/2010/wordml" w:rsidR="00153C41" w:rsidP="009C54AE" w:rsidRDefault="00153C41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0E5C62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9C54AE" w:rsidR="0071620A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049F31CB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44"/>
        <w:gridCol w:w="8676"/>
      </w:tblGrid>
      <w:tr xmlns:wp14="http://schemas.microsoft.com/office/word/2010/wordml" w:rsidRPr="009C54AE" w:rsidR="0085747A" w:rsidTr="00ED1875" w14:paraId="471C05EC" wp14:textId="77777777">
        <w:tc>
          <w:tcPr>
            <w:tcW w:w="844" w:type="dxa"/>
            <w:vAlign w:val="center"/>
          </w:tcPr>
          <w:p w:rsidRPr="009C54AE" w:rsidR="0085747A" w:rsidP="009C54AE" w:rsidRDefault="0085747A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9C54AE" w:rsidR="0085747A" w:rsidP="009C54AE" w:rsidRDefault="00ED1875" w14:paraId="6BBC0EE2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zagadnień dotyczących różnych koncepcji i modeli ekonomii społecznej.</w:t>
            </w:r>
          </w:p>
        </w:tc>
      </w:tr>
      <w:tr xmlns:wp14="http://schemas.microsoft.com/office/word/2010/wordml" w:rsidRPr="009C54AE" w:rsidR="0085747A" w:rsidTr="00ED1875" w14:paraId="38C4E2FE" wp14:textId="77777777">
        <w:tc>
          <w:tcPr>
            <w:tcW w:w="844" w:type="dxa"/>
            <w:vAlign w:val="center"/>
          </w:tcPr>
          <w:p w:rsidRPr="009C54AE" w:rsidR="0085747A" w:rsidP="009C54AE" w:rsidRDefault="0085747A" w14:paraId="550CF7E8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D1875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:rsidRPr="009C54AE" w:rsidR="0085747A" w:rsidP="009C54AE" w:rsidRDefault="00ED1875" w14:paraId="09428672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Ukazanie współczesnych kierunków rozwoju sektora ekonomii społecznej.</w:t>
            </w:r>
          </w:p>
        </w:tc>
      </w:tr>
    </w:tbl>
    <w:p xmlns:wp14="http://schemas.microsoft.com/office/word/2010/wordml" w:rsidRPr="009C54AE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62486C0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701"/>
        <w:gridCol w:w="6096"/>
        <w:gridCol w:w="1873"/>
      </w:tblGrid>
      <w:tr xmlns:wp14="http://schemas.microsoft.com/office/word/2010/wordml" w:rsidRPr="009C54AE" w:rsidR="0085747A" w:rsidTr="0071620A" w14:paraId="61F38664" wp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85747A" w:rsidTr="005E6E85" w14:paraId="4F6B8581" wp14:textId="77777777">
        <w:tc>
          <w:tcPr>
            <w:tcW w:w="1701" w:type="dxa"/>
          </w:tcPr>
          <w:p w:rsidRPr="009C54AE" w:rsidR="0085747A" w:rsidP="009C54AE" w:rsidRDefault="00FD0822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9C54AE" w:rsidR="0085747A" w:rsidP="009C54AE" w:rsidRDefault="00ED1875" w14:paraId="4A32B69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1875">
              <w:rPr>
                <w:rFonts w:ascii="Corbel" w:hAnsi="Corbel"/>
                <w:b w:val="0"/>
                <w:smallCaps w:val="0"/>
                <w:szCs w:val="24"/>
              </w:rPr>
              <w:t>Charakteryzuje instytucje i podmioty funkcjonujące w sektorze ekonomii społecznej na poziomie krajowym i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85747A" w:rsidP="009C54AE" w:rsidRDefault="00ED1875" w14:paraId="01A75E0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xmlns:wp14="http://schemas.microsoft.com/office/word/2010/wordml" w:rsidRPr="009C54AE" w:rsidR="0085747A" w:rsidTr="005E6E85" w14:paraId="7ED45B56" wp14:textId="77777777">
        <w:tc>
          <w:tcPr>
            <w:tcW w:w="1701" w:type="dxa"/>
          </w:tcPr>
          <w:p w:rsidRPr="009C54AE" w:rsidR="0085747A" w:rsidP="009C54AE" w:rsidRDefault="0085747A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9C54AE" w:rsidRDefault="00ED1875" w14:paraId="768D0A4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1875">
              <w:rPr>
                <w:rFonts w:ascii="Corbel" w:hAnsi="Corbel"/>
                <w:b w:val="0"/>
                <w:smallCaps w:val="0"/>
                <w:szCs w:val="24"/>
              </w:rPr>
              <w:t>Objaśnia sposoby pozyskiwania danych do analizy procesów zachodzących w sektorze ekonomii społecznej</w:t>
            </w:r>
            <w:r w:rsidR="00D95D5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85747A" w:rsidP="009C54AE" w:rsidRDefault="00ED1875" w14:paraId="223BB37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xmlns:wp14="http://schemas.microsoft.com/office/word/2010/wordml" w:rsidRPr="009C54AE" w:rsidR="0085747A" w:rsidTr="005E6E85" w14:paraId="780DD77C" wp14:textId="77777777">
        <w:tc>
          <w:tcPr>
            <w:tcW w:w="1701" w:type="dxa"/>
          </w:tcPr>
          <w:p w:rsidRPr="009C54AE" w:rsidR="0085747A" w:rsidP="009C54AE" w:rsidRDefault="0085747A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95D5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9C54AE" w:rsidR="0085747A" w:rsidP="009C54AE" w:rsidRDefault="00F627A1" w14:paraId="29B064C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7A1">
              <w:rPr>
                <w:rFonts w:ascii="Corbel" w:hAnsi="Corbel"/>
                <w:b w:val="0"/>
                <w:smallCaps w:val="0"/>
                <w:szCs w:val="24"/>
              </w:rPr>
              <w:t>Charakteryzuje i ocenia procesy przemian w obszarze ekonomii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85747A" w:rsidP="009C54AE" w:rsidRDefault="00F627A1" w14:paraId="73E111C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xmlns:wp14="http://schemas.microsoft.com/office/word/2010/wordml" w:rsidRPr="009C54AE" w:rsidR="00D95D56" w:rsidTr="005E6E85" w14:paraId="605654D0" wp14:textId="77777777">
        <w:tc>
          <w:tcPr>
            <w:tcW w:w="1701" w:type="dxa"/>
          </w:tcPr>
          <w:p w:rsidRPr="009C54AE" w:rsidR="00D95D56" w:rsidP="009C54AE" w:rsidRDefault="00D95D56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5D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Pr="009C54AE" w:rsidR="00D95D56" w:rsidP="009C54AE" w:rsidRDefault="00F627A1" w14:paraId="7366968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5D56">
              <w:rPr>
                <w:rFonts w:ascii="Corbel" w:hAnsi="Corbel"/>
                <w:b w:val="0"/>
                <w:smallCaps w:val="0"/>
                <w:szCs w:val="24"/>
              </w:rPr>
              <w:t>Wskazuje kierunki dalszych przeobrażeń w obszarze ekonomii społecznej w oparciu o różne źródła danych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D95D56" w:rsidP="009C54AE" w:rsidRDefault="00F627A1" w14:paraId="6E7232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xmlns:wp14="http://schemas.microsoft.com/office/word/2010/wordml" w:rsidRPr="009C54AE" w:rsidR="00D95D56" w:rsidTr="005E6E85" w14:paraId="5B55BFA3" wp14:textId="77777777">
        <w:tc>
          <w:tcPr>
            <w:tcW w:w="1701" w:type="dxa"/>
          </w:tcPr>
          <w:p w:rsidRPr="009C54AE" w:rsidR="00D95D56" w:rsidP="009C54AE" w:rsidRDefault="00D95D56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5D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Pr="009C54AE" w:rsidR="00D95D56" w:rsidP="009C54AE" w:rsidRDefault="00F627A1" w14:paraId="0F49937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7A1">
              <w:rPr>
                <w:rFonts w:ascii="Corbel" w:hAnsi="Corbel"/>
                <w:b w:val="0"/>
                <w:smallCaps w:val="0"/>
                <w:szCs w:val="24"/>
              </w:rPr>
              <w:t>Na podstawie analizy (także krytycznej) różnych koncepcji ekonomii społecznej wskazuje różne kierunki przeobrażeń tego sektora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D95D56" w:rsidP="009C54AE" w:rsidRDefault="00F627A1" w14:paraId="44B6996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xmlns:wp14="http://schemas.microsoft.com/office/word/2010/wordml" w:rsidRPr="009C54AE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4B99056E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85747A" w:rsidTr="000E5C62" w14:paraId="587EA2A8" wp14:textId="77777777">
        <w:tc>
          <w:tcPr>
            <w:tcW w:w="9520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0E5C62" w14:paraId="5AA2FE90" wp14:textId="77777777">
        <w:tc>
          <w:tcPr>
            <w:tcW w:w="9520" w:type="dxa"/>
          </w:tcPr>
          <w:p w:rsidRPr="009C54AE" w:rsidR="0085747A" w:rsidP="009C54AE" w:rsidRDefault="000E5C62" w14:paraId="37524492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xmlns:wp14="http://schemas.microsoft.com/office/word/2010/wordml" w:rsidRPr="009C54AE" w:rsidR="0085747A" w:rsidP="009C54AE" w:rsidRDefault="0085747A" w14:paraId="1299C43A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4DDBEF00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39"/>
      </w:tblGrid>
      <w:tr xmlns:wp14="http://schemas.microsoft.com/office/word/2010/wordml" w:rsidRPr="009C54AE" w:rsidR="0085747A" w:rsidTr="00923D7D" w14:paraId="55225495" wp14:textId="77777777">
        <w:tc>
          <w:tcPr>
            <w:tcW w:w="9639" w:type="dxa"/>
          </w:tcPr>
          <w:p w:rsidRPr="009C54AE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923D7D" w14:paraId="24D81443" wp14:textId="77777777">
        <w:tc>
          <w:tcPr>
            <w:tcW w:w="9639" w:type="dxa"/>
          </w:tcPr>
          <w:p w:rsidRPr="009C54AE" w:rsidR="0085747A" w:rsidP="009C54AE" w:rsidRDefault="00402D57" w14:paraId="01D5E1D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Źródła i inspiracje ekonomii społecznej w teoriach socjologicznych i ekonomicznych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  <w:r w:rsidR="00B60707">
              <w:rPr>
                <w:rFonts w:ascii="Corbel" w:hAnsi="Corbel"/>
                <w:sz w:val="24"/>
                <w:szCs w:val="24"/>
              </w:rPr>
              <w:t xml:space="preserve"> Pojęcie przedsiębiorczości.</w:t>
            </w:r>
          </w:p>
        </w:tc>
      </w:tr>
      <w:tr xmlns:wp14="http://schemas.microsoft.com/office/word/2010/wordml" w:rsidRPr="009C54AE" w:rsidR="0085747A" w:rsidTr="00923D7D" w14:paraId="2A990B1D" wp14:textId="77777777">
        <w:tc>
          <w:tcPr>
            <w:tcW w:w="9639" w:type="dxa"/>
          </w:tcPr>
          <w:p w:rsidRPr="009C54AE" w:rsidR="0085747A" w:rsidP="009C54AE" w:rsidRDefault="00402D57" w14:paraId="56024CA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Teoretyczne modele ekonomii społecznej: model kontynentalny (europejski) i anglosaski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85747A" w:rsidTr="00923D7D" w14:paraId="0BAE37FD" wp14:textId="77777777">
        <w:tc>
          <w:tcPr>
            <w:tcW w:w="9639" w:type="dxa"/>
          </w:tcPr>
          <w:p w:rsidRPr="009C54AE" w:rsidR="0085747A" w:rsidP="009C54AE" w:rsidRDefault="00402D57" w14:paraId="1822F5E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Ekonomia społeczna w wymiarze europejskim i jej kierunki rozwoju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402D57" w:rsidTr="00923D7D" w14:paraId="4494FC48" wp14:textId="77777777">
        <w:tc>
          <w:tcPr>
            <w:tcW w:w="9639" w:type="dxa"/>
          </w:tcPr>
          <w:p w:rsidRPr="009C54AE" w:rsidR="00402D57" w:rsidP="009C54AE" w:rsidRDefault="00402D57" w14:paraId="655E840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Obszary i priorytety rozwoju ekonomii społecznej w założeniach Krajowego Programu Rozwoju Ekonomii Społecznej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402D57" w:rsidTr="00923D7D" w14:paraId="174E0165" wp14:textId="77777777">
        <w:tc>
          <w:tcPr>
            <w:tcW w:w="9639" w:type="dxa"/>
          </w:tcPr>
          <w:p w:rsidRPr="009C54AE" w:rsidR="00402D57" w:rsidP="009C54AE" w:rsidRDefault="00402D57" w14:paraId="0BB3B16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Podmioty ekonomii społecznej w Polsce i ich rola w przeciwdziałaniu wykluczeniu społecznemu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402D57" w:rsidTr="00923D7D" w14:paraId="3DD45415" wp14:textId="77777777">
        <w:tc>
          <w:tcPr>
            <w:tcW w:w="9639" w:type="dxa"/>
          </w:tcPr>
          <w:p w:rsidRPr="009C54AE" w:rsidR="00402D57" w:rsidP="009C54AE" w:rsidRDefault="00402D57" w14:paraId="06914F5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Monitoring i badania nad kondycją sektora ekonomii społecznej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402D57" w:rsidTr="00923D7D" w14:paraId="7F0CE590" wp14:textId="77777777">
        <w:tc>
          <w:tcPr>
            <w:tcW w:w="9639" w:type="dxa"/>
          </w:tcPr>
          <w:p w:rsidRPr="00402D57" w:rsidR="00402D57" w:rsidP="009C54AE" w:rsidRDefault="00402D57" w14:paraId="60CA251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lastRenderedPageBreak/>
              <w:t>Metody oceny efektów działania podmiotów ekonomii społecznej</w:t>
            </w:r>
          </w:p>
        </w:tc>
      </w:tr>
      <w:tr xmlns:wp14="http://schemas.microsoft.com/office/word/2010/wordml" w:rsidRPr="009C54AE" w:rsidR="00402D57" w:rsidTr="00923D7D" w14:paraId="187D9DD1" wp14:textId="77777777">
        <w:tc>
          <w:tcPr>
            <w:tcW w:w="9639" w:type="dxa"/>
          </w:tcPr>
          <w:p w:rsidRPr="00402D57" w:rsidR="00402D57" w:rsidP="009C54AE" w:rsidRDefault="00402D57" w14:paraId="74FC38F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Wyzwania w obszarze rozwoju sektora ekonomii społecznej</w:t>
            </w:r>
          </w:p>
        </w:tc>
      </w:tr>
    </w:tbl>
    <w:p xmlns:wp14="http://schemas.microsoft.com/office/word/2010/wordml" w:rsidRPr="009C54AE" w:rsidR="0085747A" w:rsidP="009C54AE" w:rsidRDefault="0085747A" w14:paraId="3461D77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3CF2D8B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FD0822" w:rsidR="0085747A" w:rsidP="009C54AE" w:rsidRDefault="00EB26AA" w14:paraId="15ADA197" wp14:textId="7777777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D0822">
        <w:rPr>
          <w:rFonts w:ascii="Corbel" w:hAnsi="Corbel"/>
          <w:b w:val="0"/>
          <w:i/>
          <w:smallCaps w:val="0"/>
          <w:szCs w:val="24"/>
        </w:rPr>
        <w:t>Wykład z prezentacją multimedialną, praca w grupach</w:t>
      </w:r>
    </w:p>
    <w:p xmlns:wp14="http://schemas.microsoft.com/office/word/2010/wordml" w:rsidR="00E960BB" w:rsidP="009C54AE" w:rsidRDefault="00E960BB" w14:paraId="0FB7827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1FC3994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0562CB0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962"/>
        <w:gridCol w:w="5441"/>
        <w:gridCol w:w="2117"/>
      </w:tblGrid>
      <w:tr xmlns:wp14="http://schemas.microsoft.com/office/word/2010/wordml" w:rsidRPr="009C54AE" w:rsidR="0085747A" w:rsidTr="00B31673" w14:paraId="3CD72C34" wp14:textId="77777777">
        <w:tc>
          <w:tcPr>
            <w:tcW w:w="1962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85747A" w:rsidTr="00B31673" w14:paraId="495F2FAA" wp14:textId="77777777">
        <w:tc>
          <w:tcPr>
            <w:tcW w:w="1962" w:type="dxa"/>
          </w:tcPr>
          <w:p w:rsidRPr="009C54AE" w:rsidR="0085747A" w:rsidP="009C54AE" w:rsidRDefault="00B31673" w14:paraId="6CCBC5F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Pr="009C54AE" w:rsidR="0085747A" w:rsidP="009C54AE" w:rsidRDefault="00B31673" w14:paraId="1B62EBF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  <w:r w:rsidR="00584ED3">
              <w:rPr>
                <w:rFonts w:ascii="Corbel" w:hAnsi="Corbel"/>
                <w:b w:val="0"/>
                <w:szCs w:val="24"/>
              </w:rPr>
              <w:t>/prezentacja</w:t>
            </w:r>
          </w:p>
        </w:tc>
        <w:tc>
          <w:tcPr>
            <w:tcW w:w="2117" w:type="dxa"/>
          </w:tcPr>
          <w:p w:rsidRPr="009C54AE" w:rsidR="0085747A" w:rsidP="00FD0822" w:rsidRDefault="00B31673" w14:paraId="0F810EE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FD082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9C54AE" w:rsidR="00B31673" w:rsidTr="00B31673" w14:paraId="165AC040" wp14:textId="77777777">
        <w:tc>
          <w:tcPr>
            <w:tcW w:w="1962" w:type="dxa"/>
          </w:tcPr>
          <w:p w:rsidRPr="009C54AE" w:rsidR="00B31673" w:rsidP="009C54AE" w:rsidRDefault="00B31673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Pr="009C54AE" w:rsidR="00B31673" w:rsidP="009C54AE" w:rsidRDefault="00B31673" w14:paraId="7B1C3DC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  <w:r w:rsidR="00584ED3">
              <w:rPr>
                <w:rFonts w:ascii="Corbel" w:hAnsi="Corbel"/>
                <w:b w:val="0"/>
                <w:szCs w:val="24"/>
              </w:rPr>
              <w:t>/prezentacja</w:t>
            </w:r>
          </w:p>
        </w:tc>
        <w:tc>
          <w:tcPr>
            <w:tcW w:w="2117" w:type="dxa"/>
          </w:tcPr>
          <w:p w:rsidRPr="009C54AE" w:rsidR="00B31673" w:rsidP="00FD0822" w:rsidRDefault="00B31673" w14:paraId="64422AC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FD082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9C54AE" w:rsidR="00B31673" w:rsidTr="00B31673" w14:paraId="4FFF1588" wp14:textId="77777777">
        <w:tc>
          <w:tcPr>
            <w:tcW w:w="1962" w:type="dxa"/>
          </w:tcPr>
          <w:p w:rsidRPr="009C54AE" w:rsidR="00B31673" w:rsidP="009C54AE" w:rsidRDefault="00B31673" w14:paraId="17267E2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67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Pr="009C54AE" w:rsidR="00B31673" w:rsidP="009C54AE" w:rsidRDefault="00B31673" w14:paraId="6A6288E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  <w:r w:rsidR="00584ED3">
              <w:rPr>
                <w:rFonts w:ascii="Corbel" w:hAnsi="Corbel"/>
                <w:b w:val="0"/>
                <w:szCs w:val="24"/>
              </w:rPr>
              <w:t>/prezentacja</w:t>
            </w:r>
          </w:p>
        </w:tc>
        <w:tc>
          <w:tcPr>
            <w:tcW w:w="2117" w:type="dxa"/>
          </w:tcPr>
          <w:p w:rsidRPr="009C54AE" w:rsidR="00B31673" w:rsidP="00FD0822" w:rsidRDefault="00B31673" w14:paraId="2A29A37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FD082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9C54AE" w:rsidR="00B31673" w:rsidTr="00B31673" w14:paraId="14A32F5A" wp14:textId="77777777">
        <w:tc>
          <w:tcPr>
            <w:tcW w:w="1962" w:type="dxa"/>
          </w:tcPr>
          <w:p w:rsidRPr="009C54AE" w:rsidR="00B31673" w:rsidP="009C54AE" w:rsidRDefault="00B31673" w14:paraId="09C04E8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67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Pr="009C54AE" w:rsidR="00B31673" w:rsidP="009C54AE" w:rsidRDefault="00FD0822" w14:paraId="55FEDE3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9C54AE" w:rsidR="00B31673" w:rsidP="00FD0822" w:rsidRDefault="00B31673" w14:paraId="7A35874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FD082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9C54AE" w:rsidR="00B31673" w:rsidTr="00B31673" w14:paraId="5E5D4349" wp14:textId="77777777">
        <w:tc>
          <w:tcPr>
            <w:tcW w:w="1962" w:type="dxa"/>
          </w:tcPr>
          <w:p w:rsidRPr="009C54AE" w:rsidR="00B31673" w:rsidP="009C54AE" w:rsidRDefault="00B31673" w14:paraId="2DCF275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67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:rsidRPr="009C54AE" w:rsidR="00B31673" w:rsidP="009C54AE" w:rsidRDefault="00FD0822" w14:paraId="733320A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9C54AE" w:rsidR="00B31673" w:rsidP="00FD0822" w:rsidRDefault="00B31673" w14:paraId="1770F88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FD0822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xmlns:wp14="http://schemas.microsoft.com/office/word/2010/wordml" w:rsidRPr="009C54AE" w:rsidR="00923D7D" w:rsidP="009C54AE" w:rsidRDefault="00923D7D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62EBF3C5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923D7D" w14:paraId="423ECEFA" wp14:textId="77777777">
        <w:tc>
          <w:tcPr>
            <w:tcW w:w="9670" w:type="dxa"/>
          </w:tcPr>
          <w:p w:rsidRPr="009C54AE" w:rsidR="0085747A" w:rsidP="00B60707" w:rsidRDefault="00B31673" w14:paraId="3B2A120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1673">
              <w:rPr>
                <w:rFonts w:ascii="Corbel" w:hAnsi="Corbel"/>
                <w:b w:val="0"/>
                <w:smallCaps w:val="0"/>
                <w:szCs w:val="24"/>
              </w:rPr>
              <w:t>Warunkiem zaliczenia przedmiotu jest udział w dyskusjach problemowych w trakcie zajęć (40% oceny końcowej) oraz pozytywna ocena z referatu</w:t>
            </w:r>
            <w:r w:rsidR="00584ED3">
              <w:rPr>
                <w:rFonts w:ascii="Corbel" w:hAnsi="Corbel"/>
                <w:b w:val="0"/>
                <w:smallCaps w:val="0"/>
                <w:szCs w:val="24"/>
              </w:rPr>
              <w:t>/prezentacji</w:t>
            </w:r>
            <w:r w:rsidRPr="00B3167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A2160">
              <w:rPr>
                <w:rFonts w:ascii="Corbel" w:hAnsi="Corbel"/>
                <w:b w:val="0"/>
                <w:smallCaps w:val="0"/>
                <w:szCs w:val="24"/>
              </w:rPr>
              <w:t>przygotowanego w grupach</w:t>
            </w:r>
            <w:r w:rsidRPr="00B31673">
              <w:rPr>
                <w:rFonts w:ascii="Corbel" w:hAnsi="Corbel"/>
                <w:b w:val="0"/>
                <w:smallCaps w:val="0"/>
                <w:szCs w:val="24"/>
              </w:rPr>
              <w:t>(60% oceny końcowej).</w:t>
            </w:r>
          </w:p>
        </w:tc>
      </w:tr>
    </w:tbl>
    <w:p xmlns:wp14="http://schemas.microsoft.com/office/word/2010/wordml" w:rsidRPr="009C54AE" w:rsidR="0085747A" w:rsidP="009C54AE" w:rsidRDefault="0085747A" w14:paraId="6D98A12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962"/>
        <w:gridCol w:w="4677"/>
      </w:tblGrid>
      <w:tr xmlns:wp14="http://schemas.microsoft.com/office/word/2010/wordml" w:rsidRPr="009C54AE" w:rsidR="0085747A" w:rsidTr="003E1941" w14:paraId="63D9DE79" wp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923D7D" w14:paraId="110FDCF0" wp14:textId="77777777">
        <w:tc>
          <w:tcPr>
            <w:tcW w:w="4962" w:type="dxa"/>
          </w:tcPr>
          <w:p w:rsidRPr="009C54AE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4E5E0D" w14:paraId="423D4B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C61DC5" w:rsidTr="00923D7D" w14:paraId="370080A6" wp14:textId="77777777">
        <w:tc>
          <w:tcPr>
            <w:tcW w:w="4962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4E5E0D" w14:paraId="78941E4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C61DC5" w:rsidTr="00923D7D" w14:paraId="141D23AB" wp14:textId="77777777">
        <w:tc>
          <w:tcPr>
            <w:tcW w:w="4962" w:type="dxa"/>
          </w:tcPr>
          <w:p w:rsidRPr="009C54AE" w:rsidR="00C61DC5" w:rsidP="00BA2C56" w:rsidRDefault="00C61DC5" w14:paraId="2DF1B5B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A2C5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BA2C56" w14:paraId="174B12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xmlns:wp14="http://schemas.microsoft.com/office/word/2010/wordml" w:rsidRPr="009C54AE" w:rsidR="0085747A" w:rsidTr="00923D7D" w14:paraId="03639AFE" wp14:textId="77777777"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BA2C56" w14:paraId="0F8EA84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xmlns:wp14="http://schemas.microsoft.com/office/word/2010/wordml" w:rsidRPr="009C54AE" w:rsidR="0085747A" w:rsidTr="00923D7D" w14:paraId="42922784" wp14:textId="77777777"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BA2C56" w14:paraId="0B77815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Pr="009C54AE" w:rsidR="00C61DC5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xmlns:wp14="http://schemas.microsoft.com/office/word/2010/wordml" w:rsidRPr="009C54AE" w:rsidR="003E1941" w:rsidP="009C54AE" w:rsidRDefault="003E1941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0E5C62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 w:rsidR="0071620A">
        <w:rPr>
          <w:rFonts w:ascii="Corbel" w:hAnsi="Corbel"/>
          <w:smallCaps w:val="0"/>
          <w:szCs w:val="24"/>
        </w:rPr>
        <w:lastRenderedPageBreak/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110FFD37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3544"/>
        <w:gridCol w:w="3969"/>
      </w:tblGrid>
      <w:tr xmlns:wp14="http://schemas.microsoft.com/office/word/2010/wordml" w:rsidRPr="009C54AE" w:rsidR="0085747A" w:rsidTr="0071620A" w14:paraId="0E8E8FC4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FD0822" w:rsidR="0085747A" w:rsidP="009C54AE" w:rsidRDefault="00FD0822" w14:paraId="7E1D1D4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D0822"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xmlns:wp14="http://schemas.microsoft.com/office/word/2010/wordml" w:rsidRPr="009C54AE" w:rsidR="0085747A" w:rsidTr="0071620A" w14:paraId="605F859D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FD0822" w:rsidR="0085747A" w:rsidP="009C54AE" w:rsidRDefault="00FD0822" w14:paraId="4B433D3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0822">
              <w:rPr>
                <w:rFonts w:ascii="Corbel" w:hAnsi="Corbel"/>
                <w:b w:val="0"/>
                <w:szCs w:val="24"/>
              </w:rPr>
              <w:t>Nie dotyczy</w:t>
            </w:r>
          </w:p>
          <w:p w:rsidRPr="00FD0822" w:rsidR="004E5E0D" w:rsidP="009C54AE" w:rsidRDefault="004E5E0D" w14:paraId="6B69937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xmlns:wp14="http://schemas.microsoft.com/office/word/2010/wordml" w:rsidRPr="009C54AE" w:rsidR="003E1941" w:rsidP="009C54AE" w:rsidRDefault="003E1941" w14:paraId="3FE9F23F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1F72F646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7513"/>
      </w:tblGrid>
      <w:tr xmlns:wp14="http://schemas.microsoft.com/office/word/2010/wordml" w:rsidRPr="009C54AE" w:rsidR="0085747A" w:rsidTr="0071620A" w14:paraId="657E0C1D" wp14:textId="77777777">
        <w:trPr>
          <w:trHeight w:val="397"/>
        </w:trPr>
        <w:tc>
          <w:tcPr>
            <w:tcW w:w="7513" w:type="dxa"/>
          </w:tcPr>
          <w:p w:rsidR="0085747A" w:rsidP="009C54AE" w:rsidRDefault="0085747A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E5E0D" w:rsidP="009C54AE" w:rsidRDefault="004E5E0D" w14:paraId="205D79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Mazur</w:t>
            </w:r>
            <w:r w:rsidRPr="00BA2C56" w:rsidR="00EE5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</w:t>
            </w:r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Pacut</w:t>
            </w:r>
            <w:proofErr w:type="spellEnd"/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A2C56" w:rsidR="00EE5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</w:t>
            </w:r>
            <w:r w:rsidRPr="00BA2C56" w:rsidR="00D55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 </w:t>
            </w:r>
            <w:r w:rsidRPr="00D55FCB" w:rsidR="00D55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(2008).</w:t>
            </w:r>
            <w:r w:rsidRPr="00D55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55F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Ekonomia społeczna a publiczne służby zatrudnienia w Polsce – zasady, perspektywy </w:t>
            </w:r>
            <w:r w:rsidRPr="00D55FCB" w:rsidR="00D55F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 kierunki współpracy</w:t>
            </w:r>
            <w:r w:rsidR="00D55F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="00D55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Fundacja Inicjatyw Społeczno Ekonomicznych.</w:t>
            </w:r>
          </w:p>
          <w:p w:rsidR="004E5E0D" w:rsidP="009C54AE" w:rsidRDefault="004E5E0D" w14:paraId="6706B98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</w:t>
            </w:r>
            <w:r w:rsidRPr="00BA2C56" w:rsid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czek</w:t>
            </w:r>
            <w:r w:rsidRPr="00BA2C56" w:rsidR="00EE5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Hausner</w:t>
            </w:r>
            <w:r w:rsidRPr="00BA2C56" w:rsidR="00EE5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Mazur</w:t>
            </w:r>
            <w:r w:rsidRPr="00BA2C56" w:rsidR="00EE5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</w:t>
            </w:r>
            <w:r w:rsidRPr="00BA2C56" w:rsidR="00D55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 </w:t>
            </w:r>
            <w:r w:rsidR="00D55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(2012). Wokół ekonomii społecznej. Kraków: Małopolska Szkoła Administracji Publicznej, Uniwersytet Ekonomiczny.</w:t>
            </w:r>
          </w:p>
          <w:p w:rsidR="004E5E0D" w:rsidP="009C54AE" w:rsidRDefault="004E5E0D" w14:paraId="7C13B33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5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Głowacki</w:t>
            </w:r>
            <w:r w:rsidR="00EE5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4E5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Jelonek</w:t>
            </w:r>
            <w:r w:rsidR="00EE5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 w:rsidR="00D55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(2013).</w:t>
            </w:r>
            <w:r w:rsidRPr="004E5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Badanie społecznej wartości dodanej podmiotów ekonomii społecznej w Polsce za pomocą narzę</w:t>
            </w:r>
            <w:r w:rsidR="00D55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dzia </w:t>
            </w:r>
            <w:proofErr w:type="spellStart"/>
            <w:r w:rsidR="00D55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ESometr</w:t>
            </w:r>
            <w:proofErr w:type="spellEnd"/>
            <w:r w:rsidR="00D55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Raport z badania. Kraków: Małopolska Szkoła Administracji Publicznej, Uniwersytet Ekonomiczny.</w:t>
            </w:r>
          </w:p>
          <w:p w:rsidR="00584ED3" w:rsidP="009C54AE" w:rsidRDefault="00D55FCB" w14:paraId="7F3FE47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Modele kooperacji. Księga rekomendacyjna. (2021).</w:t>
            </w:r>
            <w:r w:rsidRPr="00584ED3" w:rsid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Rzeszów-Katowice 2021, </w:t>
            </w:r>
            <w:hyperlink w:history="1" r:id="rId11">
              <w:r w:rsidRPr="00211789" w:rsidR="00C04AC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www.rops</w:t>
              </w:r>
            </w:hyperlink>
            <w:r w:rsidR="00C04A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C04A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rzeszow</w:t>
            </w:r>
            <w:proofErr w:type="spellEnd"/>
            <w:r w:rsidRPr="00584ED3" w:rsid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liderzykooperacji.pl</w:t>
            </w:r>
          </w:p>
          <w:p w:rsidR="00584ED3" w:rsidP="009C54AE" w:rsidRDefault="00584ED3" w14:paraId="2677019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„Trzeci Sektor”</w:t>
            </w:r>
            <w:r>
              <w:t xml:space="preserve"> </w:t>
            </w:r>
            <w:r w:rsidRP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www.kwartalnik3sektor.pl/</w:t>
            </w:r>
          </w:p>
          <w:p w:rsidRPr="009C54AE" w:rsidR="004E5E0D" w:rsidP="009C54AE" w:rsidRDefault="004E5E0D" w14:paraId="569A33E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Czasopismo „Ekonomia Społeczna”</w:t>
            </w:r>
            <w:r w:rsid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584ED3">
              <w:t xml:space="preserve"> </w:t>
            </w:r>
            <w:r w:rsidRPr="00584ED3" w:rsid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www.ekonomiaspoleczna.pl</w:t>
            </w:r>
          </w:p>
        </w:tc>
      </w:tr>
      <w:tr xmlns:wp14="http://schemas.microsoft.com/office/word/2010/wordml" w:rsidRPr="009C54AE" w:rsidR="0085747A" w:rsidTr="0071620A" w14:paraId="413BFB2E" wp14:textId="77777777">
        <w:trPr>
          <w:trHeight w:val="397"/>
        </w:trPr>
        <w:tc>
          <w:tcPr>
            <w:tcW w:w="7513" w:type="dxa"/>
          </w:tcPr>
          <w:p w:rsidR="004E5E0D" w:rsidP="004E5E0D" w:rsidRDefault="0085747A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E5E0D" w:rsidP="004E5E0D" w:rsidRDefault="004E5E0D" w14:paraId="14FEDE2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E0D">
              <w:rPr>
                <w:rFonts w:ascii="Corbel" w:hAnsi="Corbel"/>
                <w:b w:val="0"/>
                <w:smallCaps w:val="0"/>
                <w:szCs w:val="24"/>
              </w:rPr>
              <w:t>Ministerstwo Rodziny i Polityki Społecznej, Krajowy Program Rozwoju Ekonomii Społecznej do 2023 roku.</w:t>
            </w:r>
          </w:p>
          <w:p w:rsidR="004E5E0D" w:rsidP="004E5E0D" w:rsidRDefault="004E5E0D" w14:paraId="277760A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Kulesza</w:t>
            </w:r>
            <w:r w:rsidRPr="004E5E0D" w:rsidR="00EE5C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</w:t>
            </w:r>
            <w:r w:rsidR="00D55F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(2013).</w:t>
            </w:r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D55FC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Lokal</w:t>
            </w:r>
            <w:r w:rsidRPr="00D55FCB" w:rsidR="00D55FC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 polityka społeczna</w:t>
            </w:r>
            <w:r w:rsidR="00D55F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Centrum Rozwoju Zasobów Ludzkich.</w:t>
            </w:r>
          </w:p>
          <w:p w:rsidRPr="004E5E0D" w:rsidR="004E5E0D" w:rsidP="004E5E0D" w:rsidRDefault="004E5E0D" w14:paraId="030F2F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Głąbicka</w:t>
            </w:r>
            <w:proofErr w:type="spellEnd"/>
            <w:r w:rsidRPr="004E5E0D" w:rsidR="00EE5C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K.</w:t>
            </w:r>
            <w:r w:rsidR="00D55F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(2009).</w:t>
            </w:r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D55FC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Ekonomia społeczna. Podmioty i instrumenty</w:t>
            </w:r>
            <w:r w:rsidR="00D55F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 w:rsidR="00D55F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Mazowieckie Centrum Polityki Społecznej.</w:t>
            </w:r>
          </w:p>
        </w:tc>
      </w:tr>
    </w:tbl>
    <w:p xmlns:wp14="http://schemas.microsoft.com/office/word/2010/wordml" w:rsidRPr="009C54AE" w:rsidR="0085747A" w:rsidP="009C54AE" w:rsidRDefault="0085747A" w14:paraId="08CE6F9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61CDCEAD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BD773B" w:rsidP="00C16ABF" w:rsidRDefault="00BD773B" w14:paraId="6BB9E253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BD773B" w:rsidP="00C16ABF" w:rsidRDefault="00BD773B" w14:paraId="23DE523C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BD773B" w:rsidP="00C16ABF" w:rsidRDefault="00BD773B" w14:paraId="52E56223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BD773B" w:rsidP="00C16ABF" w:rsidRDefault="00BD773B" w14:paraId="07547A01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OzNDM2N7c0tLQ0tTBS0lEKTi0uzszPAykwqgUAaR03Xi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5C6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160"/>
    <w:rsid w:val="003A2A78"/>
    <w:rsid w:val="003C0BAE"/>
    <w:rsid w:val="003D18A9"/>
    <w:rsid w:val="003D6CE2"/>
    <w:rsid w:val="003E1941"/>
    <w:rsid w:val="003E2FE6"/>
    <w:rsid w:val="003E49D5"/>
    <w:rsid w:val="003F205D"/>
    <w:rsid w:val="003F38C0"/>
    <w:rsid w:val="00402D5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E0D"/>
    <w:rsid w:val="004F1551"/>
    <w:rsid w:val="004F17E6"/>
    <w:rsid w:val="004F55A3"/>
    <w:rsid w:val="0050496F"/>
    <w:rsid w:val="00513B6F"/>
    <w:rsid w:val="00517C63"/>
    <w:rsid w:val="00526BDC"/>
    <w:rsid w:val="005363C4"/>
    <w:rsid w:val="00536BDE"/>
    <w:rsid w:val="00543ACC"/>
    <w:rsid w:val="005525E1"/>
    <w:rsid w:val="0056696D"/>
    <w:rsid w:val="00584ED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97F"/>
    <w:rsid w:val="006620D9"/>
    <w:rsid w:val="00671958"/>
    <w:rsid w:val="00675843"/>
    <w:rsid w:val="00685E26"/>
    <w:rsid w:val="00696477"/>
    <w:rsid w:val="006D050F"/>
    <w:rsid w:val="006D12B5"/>
    <w:rsid w:val="006D6139"/>
    <w:rsid w:val="006E126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3B5B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3F0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17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F7A"/>
    <w:rsid w:val="00B135B1"/>
    <w:rsid w:val="00B24392"/>
    <w:rsid w:val="00B3130B"/>
    <w:rsid w:val="00B31673"/>
    <w:rsid w:val="00B40ADB"/>
    <w:rsid w:val="00B43B77"/>
    <w:rsid w:val="00B43E80"/>
    <w:rsid w:val="00B60707"/>
    <w:rsid w:val="00B607DB"/>
    <w:rsid w:val="00B66529"/>
    <w:rsid w:val="00B75946"/>
    <w:rsid w:val="00B8056E"/>
    <w:rsid w:val="00B819C8"/>
    <w:rsid w:val="00B82308"/>
    <w:rsid w:val="00B90885"/>
    <w:rsid w:val="00B90C0D"/>
    <w:rsid w:val="00BA2C56"/>
    <w:rsid w:val="00BB520A"/>
    <w:rsid w:val="00BC49DA"/>
    <w:rsid w:val="00BD3869"/>
    <w:rsid w:val="00BD66E9"/>
    <w:rsid w:val="00BD6FF4"/>
    <w:rsid w:val="00BD773B"/>
    <w:rsid w:val="00BF2C41"/>
    <w:rsid w:val="00C04AC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0FB1"/>
    <w:rsid w:val="00CD3903"/>
    <w:rsid w:val="00CD6897"/>
    <w:rsid w:val="00CE3D97"/>
    <w:rsid w:val="00CE566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FCB"/>
    <w:rsid w:val="00D608D1"/>
    <w:rsid w:val="00D74119"/>
    <w:rsid w:val="00D8075B"/>
    <w:rsid w:val="00D8678B"/>
    <w:rsid w:val="00D95D56"/>
    <w:rsid w:val="00DA2114"/>
    <w:rsid w:val="00DE09C0"/>
    <w:rsid w:val="00DE4A14"/>
    <w:rsid w:val="00DF320D"/>
    <w:rsid w:val="00DF71C8"/>
    <w:rsid w:val="00E068A4"/>
    <w:rsid w:val="00E129B8"/>
    <w:rsid w:val="00E21E7D"/>
    <w:rsid w:val="00E22FBC"/>
    <w:rsid w:val="00E24BF5"/>
    <w:rsid w:val="00E25338"/>
    <w:rsid w:val="00E44948"/>
    <w:rsid w:val="00E4791D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26AA"/>
    <w:rsid w:val="00EC4899"/>
    <w:rsid w:val="00ED03AB"/>
    <w:rsid w:val="00ED1875"/>
    <w:rsid w:val="00ED32D2"/>
    <w:rsid w:val="00EE32DE"/>
    <w:rsid w:val="00EE5457"/>
    <w:rsid w:val="00EE5CED"/>
    <w:rsid w:val="00F024AB"/>
    <w:rsid w:val="00F070AB"/>
    <w:rsid w:val="00F17567"/>
    <w:rsid w:val="00F27A7B"/>
    <w:rsid w:val="00F526AF"/>
    <w:rsid w:val="00F617C3"/>
    <w:rsid w:val="00F627A1"/>
    <w:rsid w:val="00F7066B"/>
    <w:rsid w:val="00F73938"/>
    <w:rsid w:val="00F83B28"/>
    <w:rsid w:val="00F974DA"/>
    <w:rsid w:val="00FA46E5"/>
    <w:rsid w:val="00FB7DBA"/>
    <w:rsid w:val="00FC1C25"/>
    <w:rsid w:val="00FC3F45"/>
    <w:rsid w:val="00FD0822"/>
    <w:rsid w:val="00FD503F"/>
    <w:rsid w:val="00FD7589"/>
    <w:rsid w:val="00FF016A"/>
    <w:rsid w:val="00FF1401"/>
    <w:rsid w:val="00FF5E7D"/>
    <w:rsid w:val="0F7E8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741B6608"/>
  <w15:docId w15:val="{0195E3F4-A1C1-4D2A-AF3F-73BFD6988F85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nresolvedMention" w:customStyle="1">
    <w:name w:val="Unresolved Mention"/>
    <w:basedOn w:val="Domylnaczcionkaakapitu"/>
    <w:uiPriority w:val="99"/>
    <w:semiHidden/>
    <w:unhideWhenUsed/>
    <w:rsid w:val="00C04AC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rops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7AD3D-67DA-4AC0-ACDD-8A0F436CE54F}"/>
</file>

<file path=customXml/itemProps2.xml><?xml version="1.0" encoding="utf-8"?>
<ds:datastoreItem xmlns:ds="http://schemas.openxmlformats.org/officeDocument/2006/customXml" ds:itemID="{EC76692E-DDD9-4510-8CE3-629C3A5722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16EA2E-1E0B-4A9E-AB3D-A3683DD1C9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C22F50-5AD8-4D8C-AC7E-1081D32E98F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Motyka Marek</lastModifiedBy>
  <revision>12</revision>
  <lastPrinted>2019-02-06T12:12:00.0000000Z</lastPrinted>
  <dcterms:created xsi:type="dcterms:W3CDTF">2021-09-10T14:11:00.0000000Z</dcterms:created>
  <dcterms:modified xsi:type="dcterms:W3CDTF">2021-10-05T20:39:15.3059170Z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